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B5320" w:rsidRPr="00A033E3" w14:paraId="376393A4" w14:textId="77777777">
        <w:tc>
          <w:tcPr>
            <w:tcW w:w="4428" w:type="dxa"/>
          </w:tcPr>
          <w:p w14:paraId="2AC3EAD3" w14:textId="77777777" w:rsidR="001B5320" w:rsidRPr="00A033E3" w:rsidRDefault="001B5320" w:rsidP="006866AD">
            <w:pPr>
              <w:tabs>
                <w:tab w:val="left" w:pos="851"/>
              </w:tabs>
              <w:rPr>
                <w:rFonts w:cs="Arial"/>
              </w:rPr>
            </w:pPr>
            <w:r w:rsidRPr="00A033E3">
              <w:rPr>
                <w:rFonts w:cs="Arial"/>
              </w:rPr>
              <w:t>From:</w:t>
            </w:r>
            <w:r w:rsidRPr="00A033E3">
              <w:rPr>
                <w:rFonts w:cs="Arial"/>
              </w:rPr>
              <w:tab/>
              <w:t>ANM Committee</w:t>
            </w:r>
          </w:p>
        </w:tc>
        <w:tc>
          <w:tcPr>
            <w:tcW w:w="5461" w:type="dxa"/>
          </w:tcPr>
          <w:p w14:paraId="39146A28" w14:textId="77777777" w:rsidR="001B5320" w:rsidRPr="00A033E3" w:rsidRDefault="001B5320" w:rsidP="00111E01">
            <w:pPr>
              <w:jc w:val="right"/>
              <w:rPr>
                <w:rFonts w:cs="Arial"/>
              </w:rPr>
            </w:pPr>
            <w:r w:rsidRPr="00A033E3">
              <w:rPr>
                <w:rFonts w:cs="Arial"/>
              </w:rPr>
              <w:t>ANM18/output/18</w:t>
            </w:r>
          </w:p>
          <w:p w14:paraId="5F3961A3" w14:textId="77777777" w:rsidR="001B5320" w:rsidRPr="00A033E3" w:rsidRDefault="001B5320" w:rsidP="00111E01">
            <w:pPr>
              <w:jc w:val="right"/>
              <w:rPr>
                <w:rFonts w:cs="Arial"/>
                <w:highlight w:val="yellow"/>
              </w:rPr>
            </w:pPr>
          </w:p>
        </w:tc>
      </w:tr>
      <w:tr w:rsidR="001B5320" w:rsidRPr="00A033E3" w14:paraId="57D4EA0D" w14:textId="77777777">
        <w:tc>
          <w:tcPr>
            <w:tcW w:w="4428" w:type="dxa"/>
          </w:tcPr>
          <w:p w14:paraId="0223C3DD" w14:textId="77777777" w:rsidR="001B5320" w:rsidRPr="00A033E3" w:rsidRDefault="001B5320" w:rsidP="006866AD">
            <w:pPr>
              <w:tabs>
                <w:tab w:val="left" w:pos="851"/>
              </w:tabs>
              <w:rPr>
                <w:rFonts w:cs="Arial"/>
              </w:rPr>
            </w:pPr>
            <w:r w:rsidRPr="00A033E3">
              <w:rPr>
                <w:rFonts w:cs="Arial"/>
              </w:rPr>
              <w:t>To:</w:t>
            </w:r>
            <w:r w:rsidRPr="00A033E3">
              <w:rPr>
                <w:rFonts w:cs="Arial"/>
              </w:rPr>
              <w:tab/>
              <w:t>EEP Committee</w:t>
            </w:r>
          </w:p>
        </w:tc>
        <w:tc>
          <w:tcPr>
            <w:tcW w:w="5461" w:type="dxa"/>
          </w:tcPr>
          <w:p w14:paraId="311D9B20" w14:textId="77777777" w:rsidR="001B5320" w:rsidRPr="00A033E3" w:rsidRDefault="001B5320" w:rsidP="00A95C54">
            <w:pPr>
              <w:jc w:val="right"/>
              <w:rPr>
                <w:rFonts w:cs="Arial"/>
              </w:rPr>
            </w:pPr>
            <w:r w:rsidRPr="00A033E3">
              <w:rPr>
                <w:rFonts w:cs="Arial"/>
              </w:rPr>
              <w:t>2</w:t>
            </w:r>
            <w:r w:rsidR="00A95C54" w:rsidRPr="00A033E3">
              <w:rPr>
                <w:rFonts w:cs="Arial"/>
              </w:rPr>
              <w:t>7</w:t>
            </w:r>
            <w:r w:rsidRPr="00A033E3">
              <w:rPr>
                <w:rFonts w:cs="Arial"/>
              </w:rPr>
              <w:t xml:space="preserve"> April 2012</w:t>
            </w:r>
          </w:p>
        </w:tc>
      </w:tr>
    </w:tbl>
    <w:p w14:paraId="1E23D3E2" w14:textId="77777777" w:rsidR="001B5320" w:rsidRPr="00A033E3" w:rsidRDefault="001B5320" w:rsidP="005D05AC">
      <w:pPr>
        <w:pStyle w:val="Title"/>
        <w:spacing w:before="480" w:after="120"/>
        <w:rPr>
          <w:rFonts w:ascii="Arial" w:hAnsi="Arial" w:cs="Arial"/>
        </w:rPr>
      </w:pPr>
      <w:r w:rsidRPr="00A033E3">
        <w:rPr>
          <w:rFonts w:ascii="Arial" w:hAnsi="Arial" w:cs="Arial"/>
        </w:rPr>
        <w:t>Liaison Note</w:t>
      </w:r>
    </w:p>
    <w:p w14:paraId="5F8452CD" w14:textId="77777777" w:rsidR="001B5320" w:rsidRPr="00A033E3" w:rsidRDefault="001B5320" w:rsidP="005D05AC">
      <w:pPr>
        <w:pStyle w:val="Title"/>
        <w:spacing w:after="120"/>
        <w:rPr>
          <w:rFonts w:ascii="Arial" w:hAnsi="Arial" w:cs="Arial"/>
        </w:rPr>
      </w:pPr>
      <w:r w:rsidRPr="00A033E3">
        <w:rPr>
          <w:rFonts w:ascii="Arial" w:hAnsi="Arial" w:cs="Arial"/>
          <w:color w:val="000000"/>
        </w:rPr>
        <w:t>Simulation in the Design of AtoN</w:t>
      </w:r>
    </w:p>
    <w:p w14:paraId="72696A2C" w14:textId="77777777" w:rsidR="001B5320" w:rsidRPr="00A033E3" w:rsidRDefault="001B5320" w:rsidP="00135447">
      <w:pPr>
        <w:pStyle w:val="Heading1"/>
        <w:rPr>
          <w:rFonts w:ascii="Arial" w:hAnsi="Arial" w:cs="Arial"/>
        </w:rPr>
      </w:pPr>
      <w:r w:rsidRPr="00A033E3">
        <w:rPr>
          <w:rFonts w:ascii="Arial" w:hAnsi="Arial" w:cs="Arial"/>
        </w:rPr>
        <w:t>Introduction</w:t>
      </w:r>
    </w:p>
    <w:p w14:paraId="511B02CF" w14:textId="77777777" w:rsidR="001B5320" w:rsidRPr="00A033E3" w:rsidRDefault="001B5320" w:rsidP="00002906">
      <w:pPr>
        <w:pStyle w:val="BodyText"/>
        <w:rPr>
          <w:rFonts w:cs="Arial"/>
        </w:rPr>
      </w:pPr>
      <w:r w:rsidRPr="00A033E3">
        <w:rPr>
          <w:rFonts w:cs="Arial"/>
        </w:rPr>
        <w:t>ANM Committee thanks the EEP Committee for its Liaison Note EEP18/output/9.</w:t>
      </w:r>
    </w:p>
    <w:p w14:paraId="14479D89" w14:textId="242B17B6" w:rsidR="001B5320" w:rsidRPr="00A033E3" w:rsidRDefault="001B5320" w:rsidP="00002906">
      <w:pPr>
        <w:pStyle w:val="BodyText"/>
        <w:rPr>
          <w:rFonts w:cs="Arial"/>
        </w:rPr>
      </w:pPr>
      <w:r w:rsidRPr="00A033E3">
        <w:rPr>
          <w:rFonts w:cs="Arial"/>
        </w:rPr>
        <w:t>ANM will inco</w:t>
      </w:r>
      <w:r w:rsidR="00542D58" w:rsidRPr="00A033E3">
        <w:rPr>
          <w:rFonts w:cs="Arial"/>
        </w:rPr>
        <w:t>rporate the received comments</w:t>
      </w:r>
      <w:r w:rsidRPr="00A033E3">
        <w:rPr>
          <w:rFonts w:cs="Arial"/>
        </w:rPr>
        <w:t xml:space="preserve"> in the new simulation guideline.</w:t>
      </w:r>
    </w:p>
    <w:p w14:paraId="56FEE92A" w14:textId="7B95AD06" w:rsidR="001B5320" w:rsidRPr="00A033E3" w:rsidRDefault="001B5320" w:rsidP="00002906">
      <w:pPr>
        <w:pStyle w:val="BodyText"/>
        <w:rPr>
          <w:rFonts w:cs="Arial"/>
        </w:rPr>
      </w:pPr>
      <w:r w:rsidRPr="00A033E3">
        <w:rPr>
          <w:rFonts w:cs="Arial"/>
        </w:rPr>
        <w:t>ANM Committee thanks the EEP committee for its interest in working together with the ANM members inter-sessionally on production of the new simulation guideline.</w:t>
      </w:r>
    </w:p>
    <w:p w14:paraId="0C43D4F7" w14:textId="77777777" w:rsidR="001B5320" w:rsidRPr="00A033E3" w:rsidRDefault="001B5320" w:rsidP="00135447">
      <w:pPr>
        <w:pStyle w:val="Heading1"/>
        <w:rPr>
          <w:rFonts w:ascii="Arial" w:hAnsi="Arial" w:cs="Arial"/>
        </w:rPr>
      </w:pPr>
      <w:r w:rsidRPr="00A033E3">
        <w:rPr>
          <w:rFonts w:ascii="Arial" w:hAnsi="Arial" w:cs="Arial"/>
        </w:rPr>
        <w:t>Discussion</w:t>
      </w:r>
    </w:p>
    <w:p w14:paraId="3ECBA9A6" w14:textId="381BBC50" w:rsidR="001B5320" w:rsidRPr="00A033E3" w:rsidRDefault="001B5320" w:rsidP="00002906">
      <w:pPr>
        <w:pStyle w:val="BodyText"/>
        <w:rPr>
          <w:rFonts w:cs="Arial"/>
        </w:rPr>
      </w:pPr>
      <w:r w:rsidRPr="00A033E3">
        <w:rPr>
          <w:rFonts w:cs="Arial"/>
        </w:rPr>
        <w:t>ANM welcomes EEP for its initiative to work inter–sessionally producing this guideline in order to realise the completion at ANM19. The ANM memb</w:t>
      </w:r>
      <w:r w:rsidR="00542D58" w:rsidRPr="00A033E3">
        <w:rPr>
          <w:rFonts w:cs="Arial"/>
        </w:rPr>
        <w:t>ers suggest arranging a two-day</w:t>
      </w:r>
      <w:r w:rsidRPr="00A033E3">
        <w:rPr>
          <w:rFonts w:cs="Arial"/>
        </w:rPr>
        <w:t xml:space="preserve"> meeting in Copenhagen during June 2012 with participation of EEP’s representative</w:t>
      </w:r>
      <w:r w:rsidR="00542D58" w:rsidRPr="00A033E3">
        <w:rPr>
          <w:rFonts w:cs="Arial"/>
        </w:rPr>
        <w:t>,</w:t>
      </w:r>
      <w:r w:rsidRPr="00A033E3">
        <w:rPr>
          <w:rFonts w:cs="Arial"/>
        </w:rPr>
        <w:t xml:space="preserve"> Malcolm Nicholson</w:t>
      </w:r>
      <w:r w:rsidR="00542D58" w:rsidRPr="00A033E3">
        <w:rPr>
          <w:rFonts w:cs="Arial"/>
        </w:rPr>
        <w:t>,</w:t>
      </w:r>
      <w:r w:rsidRPr="00A033E3">
        <w:rPr>
          <w:rFonts w:cs="Arial"/>
        </w:rPr>
        <w:t xml:space="preserve"> and the members of ANM. </w:t>
      </w:r>
    </w:p>
    <w:p w14:paraId="2638237E" w14:textId="77777777" w:rsidR="001B5320" w:rsidRPr="00A033E3" w:rsidRDefault="001B5320" w:rsidP="00135447">
      <w:pPr>
        <w:pStyle w:val="Heading1"/>
        <w:rPr>
          <w:rFonts w:ascii="Arial" w:hAnsi="Arial" w:cs="Arial"/>
        </w:rPr>
      </w:pPr>
      <w:r w:rsidRPr="00A033E3">
        <w:rPr>
          <w:rFonts w:ascii="Arial" w:hAnsi="Arial" w:cs="Arial"/>
        </w:rPr>
        <w:t>Action requested</w:t>
      </w:r>
    </w:p>
    <w:p w14:paraId="52B6589D" w14:textId="47966775" w:rsidR="001B5320" w:rsidRPr="00A033E3" w:rsidRDefault="00C62C43" w:rsidP="002827B3">
      <w:pPr>
        <w:pStyle w:val="BodyText"/>
        <w:rPr>
          <w:rFonts w:cs="Arial"/>
          <w:color w:val="000000"/>
        </w:rPr>
      </w:pPr>
      <w:r w:rsidRPr="00A033E3">
        <w:rPr>
          <w:rFonts w:cs="Arial"/>
        </w:rPr>
        <w:t>Malcolm Nicholson</w:t>
      </w:r>
      <w:r>
        <w:rPr>
          <w:rFonts w:cs="Arial"/>
        </w:rPr>
        <w:t>, as t</w:t>
      </w:r>
      <w:r w:rsidR="001B5320" w:rsidRPr="00A033E3">
        <w:rPr>
          <w:rFonts w:cs="Arial"/>
        </w:rPr>
        <w:t xml:space="preserve">he </w:t>
      </w:r>
      <w:r w:rsidRPr="00A033E3">
        <w:rPr>
          <w:rFonts w:cs="Arial"/>
        </w:rPr>
        <w:t>representative</w:t>
      </w:r>
      <w:r w:rsidRPr="00A033E3">
        <w:rPr>
          <w:rFonts w:cs="Arial"/>
        </w:rPr>
        <w:t xml:space="preserve"> </w:t>
      </w:r>
      <w:r>
        <w:rPr>
          <w:rFonts w:cs="Arial"/>
        </w:rPr>
        <w:t xml:space="preserve">of the </w:t>
      </w:r>
      <w:r w:rsidR="001B5320" w:rsidRPr="00A033E3">
        <w:rPr>
          <w:rFonts w:cs="Arial"/>
        </w:rPr>
        <w:t>EEP</w:t>
      </w:r>
      <w:r>
        <w:rPr>
          <w:rFonts w:cs="Arial"/>
        </w:rPr>
        <w:t xml:space="preserve"> Committee,</w:t>
      </w:r>
      <w:r w:rsidR="001B5320" w:rsidRPr="00A033E3">
        <w:rPr>
          <w:rFonts w:cs="Arial"/>
        </w:rPr>
        <w:t xml:space="preserve"> is requested to inform </w:t>
      </w:r>
      <w:r>
        <w:rPr>
          <w:rFonts w:cs="Arial"/>
        </w:rPr>
        <w:t xml:space="preserve">Catherine </w:t>
      </w:r>
      <w:proofErr w:type="spellStart"/>
      <w:r>
        <w:rPr>
          <w:rFonts w:cs="Arial"/>
        </w:rPr>
        <w:t>Steenberg</w:t>
      </w:r>
      <w:proofErr w:type="spellEnd"/>
      <w:r w:rsidR="001B5320" w:rsidRPr="00A033E3">
        <w:rPr>
          <w:rFonts w:cs="Arial"/>
        </w:rPr>
        <w:t xml:space="preserve"> of </w:t>
      </w:r>
      <w:r w:rsidR="00542D58" w:rsidRPr="00A033E3">
        <w:rPr>
          <w:rFonts w:cs="Arial"/>
        </w:rPr>
        <w:t>his availability</w:t>
      </w:r>
      <w:r w:rsidR="001B5320" w:rsidRPr="00A033E3">
        <w:rPr>
          <w:rFonts w:cs="Arial"/>
        </w:rPr>
        <w:t xml:space="preserve"> to participate in a meeting in June in Copenhagen and possible dates.</w:t>
      </w:r>
      <w:bookmarkStart w:id="0" w:name="_GoBack"/>
      <w:bookmarkEnd w:id="0"/>
    </w:p>
    <w:p w14:paraId="1463EB16" w14:textId="77777777" w:rsidR="001B5320" w:rsidRPr="00A033E3" w:rsidRDefault="001B5320" w:rsidP="002827B3">
      <w:pPr>
        <w:pStyle w:val="BodyText"/>
        <w:rPr>
          <w:rFonts w:cs="Arial"/>
          <w:color w:val="000000"/>
        </w:rPr>
      </w:pPr>
    </w:p>
    <w:sectPr w:rsidR="001B5320" w:rsidRPr="00A033E3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982D7" w14:textId="77777777" w:rsidR="001B5320" w:rsidRDefault="001B5320" w:rsidP="00002906">
      <w:r>
        <w:separator/>
      </w:r>
    </w:p>
  </w:endnote>
  <w:endnote w:type="continuationSeparator" w:id="0">
    <w:p w14:paraId="251EAA93" w14:textId="77777777" w:rsidR="001B5320" w:rsidRDefault="001B532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D84DB" w14:textId="77777777" w:rsidR="001B5320" w:rsidRDefault="001B5320">
    <w:pPr>
      <w:pStyle w:val="Footer"/>
    </w:pPr>
    <w:r>
      <w:tab/>
    </w:r>
    <w:r w:rsidR="00A95C54">
      <w:fldChar w:fldCharType="begin"/>
    </w:r>
    <w:r w:rsidR="00A95C54">
      <w:instrText xml:space="preserve"> PAGE   \* MERGEFORMAT </w:instrText>
    </w:r>
    <w:r w:rsidR="00A95C54">
      <w:fldChar w:fldCharType="separate"/>
    </w:r>
    <w:r w:rsidR="00C62C43">
      <w:rPr>
        <w:noProof/>
      </w:rPr>
      <w:t>1</w:t>
    </w:r>
    <w:r w:rsidR="00A95C5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E6A4E" w14:textId="77777777" w:rsidR="001B5320" w:rsidRDefault="001B5320" w:rsidP="00002906">
      <w:r>
        <w:separator/>
      </w:r>
    </w:p>
  </w:footnote>
  <w:footnote w:type="continuationSeparator" w:id="0">
    <w:p w14:paraId="0D88ABD2" w14:textId="77777777" w:rsidR="001B5320" w:rsidRDefault="001B532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86C10A8"/>
    <w:multiLevelType w:val="hybridMultilevel"/>
    <w:tmpl w:val="743456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9BA01F5"/>
    <w:multiLevelType w:val="hybridMultilevel"/>
    <w:tmpl w:val="94B66D02"/>
    <w:lvl w:ilvl="0" w:tplc="0407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673"/>
    <w:rsid w:val="00002906"/>
    <w:rsid w:val="000301B5"/>
    <w:rsid w:val="00031A92"/>
    <w:rsid w:val="000348ED"/>
    <w:rsid w:val="00036801"/>
    <w:rsid w:val="00050DA7"/>
    <w:rsid w:val="0005198A"/>
    <w:rsid w:val="000609E3"/>
    <w:rsid w:val="00075917"/>
    <w:rsid w:val="000A1274"/>
    <w:rsid w:val="000A5A01"/>
    <w:rsid w:val="000B72AF"/>
    <w:rsid w:val="00111E01"/>
    <w:rsid w:val="0012710E"/>
    <w:rsid w:val="00135447"/>
    <w:rsid w:val="00152273"/>
    <w:rsid w:val="001714A8"/>
    <w:rsid w:val="001A654A"/>
    <w:rsid w:val="001B5320"/>
    <w:rsid w:val="001C74CF"/>
    <w:rsid w:val="002256F8"/>
    <w:rsid w:val="002827B3"/>
    <w:rsid w:val="002C191D"/>
    <w:rsid w:val="002F0393"/>
    <w:rsid w:val="002F3E0B"/>
    <w:rsid w:val="0032417B"/>
    <w:rsid w:val="00336A23"/>
    <w:rsid w:val="0035124E"/>
    <w:rsid w:val="00381659"/>
    <w:rsid w:val="00383EC8"/>
    <w:rsid w:val="003D55DD"/>
    <w:rsid w:val="003E09B9"/>
    <w:rsid w:val="003E1831"/>
    <w:rsid w:val="00424954"/>
    <w:rsid w:val="00465E3B"/>
    <w:rsid w:val="004746A0"/>
    <w:rsid w:val="004B1673"/>
    <w:rsid w:val="004C1386"/>
    <w:rsid w:val="004C220D"/>
    <w:rsid w:val="004D2519"/>
    <w:rsid w:val="00542D58"/>
    <w:rsid w:val="005A6EDB"/>
    <w:rsid w:val="005C2973"/>
    <w:rsid w:val="005D05AC"/>
    <w:rsid w:val="006126D6"/>
    <w:rsid w:val="00630F7F"/>
    <w:rsid w:val="00640864"/>
    <w:rsid w:val="0064435F"/>
    <w:rsid w:val="00657D70"/>
    <w:rsid w:val="006866AD"/>
    <w:rsid w:val="006C4AA5"/>
    <w:rsid w:val="006C5DAC"/>
    <w:rsid w:val="006D470F"/>
    <w:rsid w:val="006E4263"/>
    <w:rsid w:val="00727E88"/>
    <w:rsid w:val="00754E86"/>
    <w:rsid w:val="00775878"/>
    <w:rsid w:val="007C08DA"/>
    <w:rsid w:val="0080092C"/>
    <w:rsid w:val="00821F0E"/>
    <w:rsid w:val="008352DC"/>
    <w:rsid w:val="00872453"/>
    <w:rsid w:val="008A5F79"/>
    <w:rsid w:val="008F13DD"/>
    <w:rsid w:val="00902AA4"/>
    <w:rsid w:val="00984ABB"/>
    <w:rsid w:val="009E7624"/>
    <w:rsid w:val="009F3B6C"/>
    <w:rsid w:val="009F5C36"/>
    <w:rsid w:val="00A033E3"/>
    <w:rsid w:val="00A27F12"/>
    <w:rsid w:val="00A30579"/>
    <w:rsid w:val="00A95C54"/>
    <w:rsid w:val="00AA76C0"/>
    <w:rsid w:val="00AD00BD"/>
    <w:rsid w:val="00AF0FCD"/>
    <w:rsid w:val="00AF5064"/>
    <w:rsid w:val="00B01165"/>
    <w:rsid w:val="00B077EC"/>
    <w:rsid w:val="00B15B24"/>
    <w:rsid w:val="00B25898"/>
    <w:rsid w:val="00B428DA"/>
    <w:rsid w:val="00B8247E"/>
    <w:rsid w:val="00BE56DF"/>
    <w:rsid w:val="00C526D1"/>
    <w:rsid w:val="00C57C90"/>
    <w:rsid w:val="00C62C43"/>
    <w:rsid w:val="00CA04AF"/>
    <w:rsid w:val="00CB0161"/>
    <w:rsid w:val="00CE0E94"/>
    <w:rsid w:val="00D17AFD"/>
    <w:rsid w:val="00D91D07"/>
    <w:rsid w:val="00DE17BC"/>
    <w:rsid w:val="00DF7B2A"/>
    <w:rsid w:val="00E32014"/>
    <w:rsid w:val="00E321A1"/>
    <w:rsid w:val="00E93C9B"/>
    <w:rsid w:val="00EE3F2F"/>
    <w:rsid w:val="00EF2291"/>
    <w:rsid w:val="00F737FE"/>
    <w:rsid w:val="00F73F78"/>
    <w:rsid w:val="00F75807"/>
    <w:rsid w:val="00FA5842"/>
    <w:rsid w:val="00FA6769"/>
    <w:rsid w:val="00FD03CA"/>
    <w:rsid w:val="00FE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2EE4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%20D%20Card\AppData\Local\Microsoft\Windows\Temporary%20Internet%20Files\OLK978\Internal%20Committee%20Liaison%20Note_Sep10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\Users\Michael D Card\AppData\Local\Microsoft\Windows\Temporary Internet Files\OLK978\Internal Committee Liaison Note_Sep10 (2).dot</Template>
  <TotalTime>90</TotalTime>
  <Pages>1</Pages>
  <Words>145</Words>
  <Characters>827</Characters>
  <Application>Microsoft Macintosh Word</Application>
  <DocSecurity>0</DocSecurity>
  <Lines>6</Lines>
  <Paragraphs>1</Paragraphs>
  <ScaleCrop>false</ScaleCrop>
  <Company>DFO-MPO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Michael D Card</dc:creator>
  <cp:keywords/>
  <dc:description/>
  <cp:lastModifiedBy>Mike Hadley (Home)</cp:lastModifiedBy>
  <cp:revision>8</cp:revision>
  <cp:lastPrinted>2006-10-19T09:49:00Z</cp:lastPrinted>
  <dcterms:created xsi:type="dcterms:W3CDTF">2012-04-24T10:43:00Z</dcterms:created>
  <dcterms:modified xsi:type="dcterms:W3CDTF">2012-04-28T13:08:00Z</dcterms:modified>
</cp:coreProperties>
</file>